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14D" w:rsidRPr="004A50F5" w:rsidRDefault="0030414D">
      <w:pPr>
        <w:pStyle w:val="20"/>
        <w:shd w:val="clear" w:color="auto" w:fill="auto"/>
        <w:spacing w:line="100" w:lineRule="exact"/>
        <w:ind w:left="7680"/>
        <w:rPr>
          <w:lang w:val="ru-RU"/>
        </w:rPr>
      </w:pPr>
    </w:p>
    <w:p w:rsidR="0030414D" w:rsidRDefault="0030414D">
      <w:pPr>
        <w:pStyle w:val="21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30414D" w:rsidRDefault="0030414D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График перечисления Субсидии</w:t>
      </w:r>
      <w:bookmarkEnd w:id="0"/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30414D" w:rsidTr="008854AB">
        <w:tc>
          <w:tcPr>
            <w:tcW w:w="7419" w:type="dxa"/>
          </w:tcPr>
          <w:p w:rsidR="0030414D" w:rsidRPr="008854AB" w:rsidRDefault="0030414D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8854AB">
              <w:rPr>
                <w:b/>
              </w:rPr>
              <w:t>Сроки предоставления субсидии на 201</w:t>
            </w:r>
            <w:r>
              <w:rPr>
                <w:b/>
              </w:rPr>
              <w:t>5</w:t>
            </w:r>
            <w:r w:rsidRPr="008854AB">
              <w:rPr>
                <w:b/>
              </w:rPr>
              <w:t xml:space="preserve"> год</w:t>
            </w:r>
          </w:p>
        </w:tc>
        <w:tc>
          <w:tcPr>
            <w:tcW w:w="2410" w:type="dxa"/>
          </w:tcPr>
          <w:p w:rsidR="0030414D" w:rsidRPr="008854AB" w:rsidRDefault="0030414D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8854AB">
              <w:rPr>
                <w:b/>
              </w:rPr>
              <w:t>Сумма, рублей</w:t>
            </w:r>
          </w:p>
        </w:tc>
      </w:tr>
      <w:tr w:rsidR="0030414D" w:rsidTr="008854AB">
        <w:tc>
          <w:tcPr>
            <w:tcW w:w="7419" w:type="dxa"/>
          </w:tcPr>
          <w:p w:rsidR="0030414D" w:rsidRDefault="0030414D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</w:tcPr>
          <w:p w:rsidR="0030414D" w:rsidRPr="008854AB" w:rsidRDefault="0030414D" w:rsidP="008854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625041</w:t>
            </w:r>
          </w:p>
        </w:tc>
      </w:tr>
      <w:tr w:rsidR="0030414D" w:rsidTr="008854AB">
        <w:tc>
          <w:tcPr>
            <w:tcW w:w="7419" w:type="dxa"/>
          </w:tcPr>
          <w:p w:rsidR="0030414D" w:rsidRDefault="0030414D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</w:tcPr>
          <w:p w:rsidR="0030414D" w:rsidRPr="008854AB" w:rsidRDefault="0030414D" w:rsidP="008854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625040</w:t>
            </w:r>
          </w:p>
        </w:tc>
      </w:tr>
      <w:tr w:rsidR="0030414D" w:rsidTr="008854AB">
        <w:tc>
          <w:tcPr>
            <w:tcW w:w="7419" w:type="dxa"/>
          </w:tcPr>
          <w:p w:rsidR="0030414D" w:rsidRDefault="0030414D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</w:tcPr>
          <w:p w:rsidR="0030414D" w:rsidRPr="008854AB" w:rsidRDefault="0030414D" w:rsidP="008854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625040</w:t>
            </w:r>
          </w:p>
        </w:tc>
      </w:tr>
      <w:tr w:rsidR="0030414D" w:rsidTr="008854AB">
        <w:tc>
          <w:tcPr>
            <w:tcW w:w="7419" w:type="dxa"/>
          </w:tcPr>
          <w:p w:rsidR="0030414D" w:rsidRDefault="0030414D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</w:tcPr>
          <w:p w:rsidR="0030414D" w:rsidRPr="008854AB" w:rsidRDefault="0030414D" w:rsidP="008854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625040</w:t>
            </w:r>
          </w:p>
        </w:tc>
      </w:tr>
      <w:tr w:rsidR="0030414D" w:rsidTr="008854AB">
        <w:tc>
          <w:tcPr>
            <w:tcW w:w="7419" w:type="dxa"/>
          </w:tcPr>
          <w:p w:rsidR="0030414D" w:rsidRDefault="0030414D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</w:tcPr>
          <w:p w:rsidR="0030414D" w:rsidRPr="008854AB" w:rsidRDefault="0030414D" w:rsidP="008854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625040</w:t>
            </w:r>
          </w:p>
        </w:tc>
      </w:tr>
      <w:tr w:rsidR="0030414D" w:rsidTr="008854AB">
        <w:tc>
          <w:tcPr>
            <w:tcW w:w="7419" w:type="dxa"/>
          </w:tcPr>
          <w:p w:rsidR="0030414D" w:rsidRDefault="0030414D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</w:tcPr>
          <w:p w:rsidR="0030414D" w:rsidRPr="008854AB" w:rsidRDefault="0030414D" w:rsidP="008854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625040</w:t>
            </w:r>
          </w:p>
        </w:tc>
      </w:tr>
      <w:tr w:rsidR="0030414D" w:rsidTr="008854AB">
        <w:tc>
          <w:tcPr>
            <w:tcW w:w="7419" w:type="dxa"/>
          </w:tcPr>
          <w:p w:rsidR="0030414D" w:rsidRDefault="0030414D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</w:tcPr>
          <w:p w:rsidR="0030414D" w:rsidRPr="008854AB" w:rsidRDefault="0030414D" w:rsidP="008854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625041</w:t>
            </w:r>
          </w:p>
        </w:tc>
      </w:tr>
      <w:tr w:rsidR="0030414D" w:rsidTr="008854AB">
        <w:tc>
          <w:tcPr>
            <w:tcW w:w="7419" w:type="dxa"/>
          </w:tcPr>
          <w:p w:rsidR="0030414D" w:rsidRDefault="0030414D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</w:tcPr>
          <w:p w:rsidR="0030414D" w:rsidRPr="008854AB" w:rsidRDefault="0030414D" w:rsidP="008854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625040</w:t>
            </w:r>
          </w:p>
        </w:tc>
      </w:tr>
      <w:tr w:rsidR="0030414D" w:rsidTr="008854AB">
        <w:tc>
          <w:tcPr>
            <w:tcW w:w="7419" w:type="dxa"/>
          </w:tcPr>
          <w:p w:rsidR="0030414D" w:rsidRDefault="0030414D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</w:tcPr>
          <w:p w:rsidR="0030414D" w:rsidRPr="008854AB" w:rsidRDefault="0030414D" w:rsidP="008854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625040</w:t>
            </w:r>
          </w:p>
        </w:tc>
      </w:tr>
      <w:tr w:rsidR="0030414D" w:rsidTr="008854AB">
        <w:tc>
          <w:tcPr>
            <w:tcW w:w="7419" w:type="dxa"/>
          </w:tcPr>
          <w:p w:rsidR="0030414D" w:rsidRDefault="0030414D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</w:tcPr>
          <w:p w:rsidR="0030414D" w:rsidRPr="008854AB" w:rsidRDefault="0030414D" w:rsidP="008854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625040</w:t>
            </w:r>
          </w:p>
        </w:tc>
      </w:tr>
      <w:tr w:rsidR="0030414D" w:rsidTr="008854AB">
        <w:tc>
          <w:tcPr>
            <w:tcW w:w="7419" w:type="dxa"/>
          </w:tcPr>
          <w:p w:rsidR="0030414D" w:rsidRDefault="0030414D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</w:tcPr>
          <w:p w:rsidR="0030414D" w:rsidRPr="008854AB" w:rsidRDefault="0030414D" w:rsidP="008854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625041</w:t>
            </w:r>
          </w:p>
        </w:tc>
      </w:tr>
      <w:tr w:rsidR="0030414D" w:rsidTr="008854AB">
        <w:tc>
          <w:tcPr>
            <w:tcW w:w="7419" w:type="dxa"/>
          </w:tcPr>
          <w:p w:rsidR="0030414D" w:rsidRDefault="0030414D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</w:tcPr>
          <w:p w:rsidR="0030414D" w:rsidRPr="008854AB" w:rsidRDefault="0030414D" w:rsidP="008854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625041</w:t>
            </w:r>
          </w:p>
        </w:tc>
      </w:tr>
      <w:tr w:rsidR="0030414D" w:rsidTr="008854AB">
        <w:tc>
          <w:tcPr>
            <w:tcW w:w="7419" w:type="dxa"/>
          </w:tcPr>
          <w:p w:rsidR="0030414D" w:rsidRPr="008854AB" w:rsidRDefault="0030414D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8854AB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30414D" w:rsidRDefault="0030414D" w:rsidP="008854AB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</w:pPr>
            <w:r>
              <w:t>7500484</w:t>
            </w:r>
          </w:p>
        </w:tc>
      </w:tr>
    </w:tbl>
    <w:p w:rsidR="0030414D" w:rsidRDefault="0030414D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</w:p>
    <w:p w:rsidR="0030414D" w:rsidRDefault="0030414D">
      <w:pPr>
        <w:rPr>
          <w:sz w:val="2"/>
          <w:szCs w:val="2"/>
        </w:rPr>
      </w:pPr>
    </w:p>
    <w:p w:rsidR="0030414D" w:rsidRDefault="0030414D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30414D" w:rsidRDefault="0030414D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</w:p>
    <w:p w:rsidR="0030414D" w:rsidRPr="002472DF" w:rsidRDefault="0030414D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1"/>
          <w:u w:val="none"/>
        </w:rPr>
      </w:pPr>
      <w:r w:rsidRPr="002472DF">
        <w:rPr>
          <w:rStyle w:val="Exact1"/>
          <w:b/>
          <w:u w:val="none"/>
        </w:rPr>
        <w:t xml:space="preserve">Учредитель </w:t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b/>
          <w:u w:val="none"/>
        </w:rPr>
        <w:t>Учреждение</w:t>
      </w:r>
    </w:p>
    <w:p w:rsidR="0030414D" w:rsidRPr="00301A09" w:rsidRDefault="0030414D" w:rsidP="00301A09">
      <w:pPr>
        <w:pStyle w:val="21"/>
        <w:shd w:val="clear" w:color="auto" w:fill="auto"/>
        <w:tabs>
          <w:tab w:val="left" w:pos="0"/>
        </w:tabs>
        <w:spacing w:after="0" w:line="264" w:lineRule="exact"/>
        <w:ind w:firstLine="426"/>
        <w:jc w:val="left"/>
        <w:rPr>
          <w:color w:val="auto"/>
          <w:sz w:val="22"/>
          <w:shd w:val="clear" w:color="auto" w:fill="FFFFFF"/>
          <w:lang w:eastAsia="en-US"/>
        </w:rPr>
      </w:pPr>
      <w:smartTag w:uri="urn:schemas-microsoft-com:office:smarttags" w:element="metricconverter">
        <w:smartTagPr>
          <w:attr w:name="ProductID" w:val="243220, г"/>
        </w:smartTagPr>
        <w:r w:rsidRPr="002472DF">
          <w:rPr>
            <w:rStyle w:val="Exact1"/>
            <w:u w:val="none"/>
          </w:rPr>
          <w:t>243220, г</w:t>
        </w:r>
      </w:smartTag>
      <w:r w:rsidRPr="002472DF">
        <w:rPr>
          <w:rStyle w:val="Exact1"/>
          <w:u w:val="none"/>
        </w:rPr>
        <w:t>. Мглин</w:t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301A09">
          <w:rPr>
            <w:color w:val="auto"/>
            <w:sz w:val="22"/>
            <w:shd w:val="clear" w:color="auto" w:fill="FFFFFF"/>
            <w:lang w:eastAsia="en-US"/>
          </w:rPr>
          <w:t>243220, г</w:t>
        </w:r>
      </w:smartTag>
      <w:r w:rsidRPr="00301A09">
        <w:rPr>
          <w:color w:val="auto"/>
          <w:sz w:val="22"/>
          <w:shd w:val="clear" w:color="auto" w:fill="FFFFFF"/>
          <w:lang w:eastAsia="en-US"/>
        </w:rPr>
        <w:t>. Мглин</w:t>
      </w:r>
    </w:p>
    <w:p w:rsidR="0030414D" w:rsidRPr="00301A09" w:rsidRDefault="0030414D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ул. Буденного д.7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ул. Ленина д.19-21</w:t>
      </w:r>
    </w:p>
    <w:p w:rsidR="0030414D" w:rsidRPr="00301A09" w:rsidRDefault="0030414D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Банковские реквизиты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Банковские реквизиты</w:t>
      </w:r>
    </w:p>
    <w:p w:rsidR="0030414D" w:rsidRPr="00301A09" w:rsidRDefault="0030414D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ИНН 3220000474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ИНН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3220002792</w:t>
      </w:r>
    </w:p>
    <w:p w:rsidR="0030414D" w:rsidRPr="00301A09" w:rsidRDefault="0030414D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БИК 041501001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БИК 041501001</w:t>
      </w:r>
    </w:p>
    <w:p w:rsidR="0030414D" w:rsidRPr="00301A09" w:rsidRDefault="0030414D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р/с 40204810400000100126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 xml:space="preserve">р/с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40701810000011000192</w:t>
      </w:r>
    </w:p>
    <w:p w:rsidR="0030414D" w:rsidRPr="00301A09" w:rsidRDefault="0030414D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л/с 03273012380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л/с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20276Ч54380</w:t>
      </w:r>
    </w:p>
    <w:p w:rsidR="0030414D" w:rsidRPr="00301A09" w:rsidRDefault="0030414D" w:rsidP="00301A09">
      <w:pPr>
        <w:tabs>
          <w:tab w:val="left" w:pos="0"/>
        </w:tabs>
        <w:spacing w:line="264" w:lineRule="exact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</w:p>
    <w:p w:rsidR="0030414D" w:rsidRPr="00301A09" w:rsidRDefault="0030414D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Начальник Мглинского районного</w:t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  <w:t>Директор МБУ Мглинская МЦБС</w:t>
      </w:r>
    </w:p>
    <w:p w:rsidR="0030414D" w:rsidRPr="00301A09" w:rsidRDefault="0030414D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отдела культуры</w:t>
      </w:r>
    </w:p>
    <w:p w:rsidR="0030414D" w:rsidRPr="00301A09" w:rsidRDefault="0030414D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______________ </w:t>
      </w:r>
      <w:r w:rsidRPr="00DC37B6">
        <w:rPr>
          <w:rFonts w:ascii="Times New Roman" w:hAnsi="Times New Roman" w:cs="Times New Roman"/>
        </w:rPr>
        <w:t>Ширко А.Н.</w:t>
      </w:r>
      <w:r w:rsidRPr="00DC37B6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  <w:t xml:space="preserve">_____________ </w:t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>Боровская А.А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.</w:t>
      </w:r>
    </w:p>
    <w:p w:rsidR="0030414D" w:rsidRPr="00301A09" w:rsidRDefault="0030414D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</w:p>
    <w:p w:rsidR="0030414D" w:rsidRPr="00301A09" w:rsidRDefault="0030414D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М.П.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  <w:t>М.П.</w:t>
      </w:r>
    </w:p>
    <w:p w:rsidR="0030414D" w:rsidRPr="002472DF" w:rsidRDefault="0030414D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0"/>
          <w:szCs w:val="20"/>
        </w:rPr>
      </w:pPr>
    </w:p>
    <w:sectPr w:rsidR="0030414D" w:rsidRPr="002472DF" w:rsidSect="00065C41">
      <w:type w:val="continuous"/>
      <w:pgSz w:w="11909" w:h="16838"/>
      <w:pgMar w:top="1376" w:right="994" w:bottom="8" w:left="11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14D" w:rsidRDefault="0030414D" w:rsidP="008D65D8">
      <w:r>
        <w:separator/>
      </w:r>
    </w:p>
  </w:endnote>
  <w:endnote w:type="continuationSeparator" w:id="1">
    <w:p w:rsidR="0030414D" w:rsidRDefault="0030414D" w:rsidP="008D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14D" w:rsidRDefault="0030414D"/>
  </w:footnote>
  <w:footnote w:type="continuationSeparator" w:id="1">
    <w:p w:rsidR="0030414D" w:rsidRDefault="0030414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5D8"/>
    <w:rsid w:val="00065C41"/>
    <w:rsid w:val="00085527"/>
    <w:rsid w:val="001B5DB8"/>
    <w:rsid w:val="002472DF"/>
    <w:rsid w:val="00261F8D"/>
    <w:rsid w:val="00301A09"/>
    <w:rsid w:val="0030414D"/>
    <w:rsid w:val="003B0399"/>
    <w:rsid w:val="004A50F5"/>
    <w:rsid w:val="005F378A"/>
    <w:rsid w:val="00804D2A"/>
    <w:rsid w:val="008854AB"/>
    <w:rsid w:val="008D65D8"/>
    <w:rsid w:val="00DC37B6"/>
    <w:rsid w:val="00E83CC4"/>
    <w:rsid w:val="00F0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5D8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D65D8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DefaultParagraphFont"/>
    <w:uiPriority w:val="99"/>
    <w:rsid w:val="008D65D8"/>
    <w:rPr>
      <w:rFonts w:ascii="Times New Roman" w:hAnsi="Times New Roman" w:cs="Times New Roman"/>
      <w:spacing w:val="1"/>
      <w:sz w:val="20"/>
      <w:szCs w:val="20"/>
      <w:u w:val="none"/>
    </w:rPr>
  </w:style>
  <w:style w:type="character" w:customStyle="1" w:styleId="Exact1">
    <w:name w:val="Основной текст Exact1"/>
    <w:basedOn w:val="a"/>
    <w:uiPriority w:val="99"/>
    <w:rsid w:val="008D65D8"/>
    <w:rPr>
      <w:spacing w:val="1"/>
      <w:sz w:val="20"/>
      <w:szCs w:val="20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8D65D8"/>
    <w:rPr>
      <w:rFonts w:ascii="Calibri" w:eastAsia="Times New Roman" w:hAnsi="Calibri" w:cs="Calibri"/>
      <w:sz w:val="10"/>
      <w:szCs w:val="10"/>
      <w:u w:val="none"/>
      <w:lang w:val="en-US"/>
    </w:rPr>
  </w:style>
  <w:style w:type="character" w:customStyle="1" w:styleId="a">
    <w:name w:val="Основной текст_"/>
    <w:basedOn w:val="DefaultParagraphFont"/>
    <w:link w:val="21"/>
    <w:uiPriority w:val="99"/>
    <w:locked/>
    <w:rsid w:val="008D65D8"/>
    <w:rPr>
      <w:rFonts w:ascii="Times New Roman" w:hAnsi="Times New Roman" w:cs="Times New Roman"/>
      <w:sz w:val="21"/>
      <w:szCs w:val="21"/>
      <w:u w:val="none"/>
    </w:rPr>
  </w:style>
  <w:style w:type="character" w:customStyle="1" w:styleId="22">
    <w:name w:val="Заголовок №2_"/>
    <w:basedOn w:val="DefaultParagraphFont"/>
    <w:link w:val="23"/>
    <w:uiPriority w:val="99"/>
    <w:locked/>
    <w:rsid w:val="008D65D8"/>
    <w:rPr>
      <w:rFonts w:ascii="Times New Roman" w:hAnsi="Times New Roman" w:cs="Times New Roman"/>
      <w:u w:val="none"/>
    </w:rPr>
  </w:style>
  <w:style w:type="character" w:customStyle="1" w:styleId="125pt">
    <w:name w:val="Основной текст + 12.5 pt"/>
    <w:aliases w:val="Полужирный"/>
    <w:basedOn w:val="a"/>
    <w:uiPriority w:val="99"/>
    <w:rsid w:val="008D65D8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2pt">
    <w:name w:val="Основной текст + 12 pt"/>
    <w:basedOn w:val="a"/>
    <w:uiPriority w:val="99"/>
    <w:rsid w:val="008D65D8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1pt">
    <w:name w:val="Основной текст + 11 pt"/>
    <w:aliases w:val="Полужирный1,Курсив"/>
    <w:basedOn w:val="a"/>
    <w:uiPriority w:val="99"/>
    <w:rsid w:val="008D65D8"/>
    <w:rPr>
      <w:b/>
      <w:bCs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8D65D8"/>
    <w:rPr>
      <w:rFonts w:ascii="Palatino Linotype" w:eastAsia="Times New Roman" w:hAnsi="Palatino Linotype" w:cs="Palatino Linotype"/>
      <w:sz w:val="22"/>
      <w:szCs w:val="22"/>
      <w:u w:val="none"/>
    </w:rPr>
  </w:style>
  <w:style w:type="character" w:customStyle="1" w:styleId="3ArialNarrow">
    <w:name w:val="Основной текст (3) + Arial Narrow"/>
    <w:aliases w:val="5 pt"/>
    <w:basedOn w:val="3"/>
    <w:uiPriority w:val="99"/>
    <w:rsid w:val="008D65D8"/>
    <w:rPr>
      <w:rFonts w:ascii="Arial Narrow" w:hAnsi="Arial Narrow" w:cs="Arial Narrow"/>
      <w:color w:val="000000"/>
      <w:spacing w:val="0"/>
      <w:w w:val="100"/>
      <w:position w:val="0"/>
      <w:sz w:val="10"/>
      <w:szCs w:val="10"/>
    </w:rPr>
  </w:style>
  <w:style w:type="character" w:customStyle="1" w:styleId="1">
    <w:name w:val="Основной текст1"/>
    <w:basedOn w:val="a"/>
    <w:uiPriority w:val="99"/>
    <w:rsid w:val="008D65D8"/>
    <w:rPr>
      <w:color w:val="000000"/>
      <w:spacing w:val="0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DefaultParagraphFont"/>
    <w:link w:val="41"/>
    <w:uiPriority w:val="99"/>
    <w:locked/>
    <w:rsid w:val="008D65D8"/>
    <w:rPr>
      <w:rFonts w:ascii="Times New Roman" w:hAnsi="Times New Roman" w:cs="Times New Roman"/>
      <w:i/>
      <w:iCs/>
      <w:spacing w:val="-20"/>
      <w:sz w:val="21"/>
      <w:szCs w:val="21"/>
      <w:u w:val="none"/>
    </w:rPr>
  </w:style>
  <w:style w:type="character" w:customStyle="1" w:styleId="40">
    <w:name w:val="Основной текст (4) + Не курсив"/>
    <w:aliases w:val="Интервал 0 pt"/>
    <w:basedOn w:val="4"/>
    <w:uiPriority w:val="99"/>
    <w:rsid w:val="008D65D8"/>
    <w:rPr>
      <w:color w:val="000000"/>
      <w:spacing w:val="0"/>
      <w:w w:val="100"/>
      <w:position w:val="0"/>
      <w:lang w:val="ru-RU"/>
    </w:rPr>
  </w:style>
  <w:style w:type="character" w:customStyle="1" w:styleId="42">
    <w:name w:val="Основной текст (4)"/>
    <w:basedOn w:val="4"/>
    <w:uiPriority w:val="99"/>
    <w:rsid w:val="008D65D8"/>
    <w:rPr>
      <w:color w:val="000000"/>
      <w:w w:val="100"/>
      <w:position w:val="0"/>
      <w:u w:val="single"/>
      <w:lang w:val="ru-RU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8D65D8"/>
    <w:rPr>
      <w:rFonts w:ascii="Palatino Linotype" w:eastAsia="Times New Roman" w:hAnsi="Palatino Linotype" w:cs="Palatino Linotype"/>
      <w:b/>
      <w:bCs/>
      <w:spacing w:val="-20"/>
      <w:sz w:val="33"/>
      <w:szCs w:val="33"/>
      <w:u w:val="none"/>
      <w:lang w:val="en-US"/>
    </w:rPr>
  </w:style>
  <w:style w:type="paragraph" w:customStyle="1" w:styleId="21">
    <w:name w:val="Основной текст2"/>
    <w:basedOn w:val="Normal"/>
    <w:link w:val="a"/>
    <w:uiPriority w:val="99"/>
    <w:rsid w:val="008D65D8"/>
    <w:pPr>
      <w:shd w:val="clear" w:color="auto" w:fill="FFFFFF"/>
      <w:spacing w:after="540" w:line="269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Normal"/>
    <w:link w:val="2"/>
    <w:uiPriority w:val="99"/>
    <w:rsid w:val="008D65D8"/>
    <w:pPr>
      <w:shd w:val="clear" w:color="auto" w:fill="FFFFFF"/>
      <w:spacing w:line="240" w:lineRule="atLeast"/>
    </w:pPr>
    <w:rPr>
      <w:rFonts w:ascii="Calibri" w:hAnsi="Calibri" w:cs="Calibri"/>
      <w:sz w:val="10"/>
      <w:szCs w:val="10"/>
      <w:lang w:val="en-US"/>
    </w:rPr>
  </w:style>
  <w:style w:type="paragraph" w:customStyle="1" w:styleId="23">
    <w:name w:val="Заголовок №2"/>
    <w:basedOn w:val="Normal"/>
    <w:link w:val="22"/>
    <w:uiPriority w:val="99"/>
    <w:rsid w:val="008D65D8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Normal"/>
    <w:link w:val="3"/>
    <w:uiPriority w:val="99"/>
    <w:rsid w:val="008D65D8"/>
    <w:pPr>
      <w:shd w:val="clear" w:color="auto" w:fill="FFFFFF"/>
      <w:spacing w:line="269" w:lineRule="exact"/>
      <w:jc w:val="right"/>
    </w:pPr>
    <w:rPr>
      <w:rFonts w:ascii="Palatino Linotype" w:hAnsi="Palatino Linotype" w:cs="Palatino Linotype"/>
      <w:sz w:val="22"/>
      <w:szCs w:val="22"/>
    </w:rPr>
  </w:style>
  <w:style w:type="paragraph" w:customStyle="1" w:styleId="41">
    <w:name w:val="Основной текст (4)1"/>
    <w:basedOn w:val="Normal"/>
    <w:link w:val="4"/>
    <w:uiPriority w:val="99"/>
    <w:rsid w:val="008D65D8"/>
    <w:pPr>
      <w:shd w:val="clear" w:color="auto" w:fill="FFFFFF"/>
      <w:spacing w:after="2040" w:line="240" w:lineRule="atLeast"/>
    </w:pPr>
    <w:rPr>
      <w:rFonts w:ascii="Times New Roman" w:eastAsia="Times New Roman" w:hAnsi="Times New Roman" w:cs="Times New Roman"/>
      <w:i/>
      <w:iCs/>
      <w:spacing w:val="-20"/>
      <w:sz w:val="21"/>
      <w:szCs w:val="21"/>
    </w:rPr>
  </w:style>
  <w:style w:type="paragraph" w:customStyle="1" w:styleId="11">
    <w:name w:val="Заголовок №1"/>
    <w:basedOn w:val="Normal"/>
    <w:link w:val="10"/>
    <w:uiPriority w:val="99"/>
    <w:rsid w:val="008D65D8"/>
    <w:pPr>
      <w:shd w:val="clear" w:color="auto" w:fill="FFFFFF"/>
      <w:spacing w:before="2040" w:line="240" w:lineRule="atLeast"/>
      <w:outlineLvl w:val="0"/>
    </w:pPr>
    <w:rPr>
      <w:rFonts w:ascii="Palatino Linotype" w:hAnsi="Palatino Linotype" w:cs="Palatino Linotype"/>
      <w:b/>
      <w:bCs/>
      <w:spacing w:val="-20"/>
      <w:sz w:val="33"/>
      <w:szCs w:val="33"/>
      <w:lang w:val="en-US"/>
    </w:rPr>
  </w:style>
  <w:style w:type="table" w:styleId="TableGrid">
    <w:name w:val="Table Grid"/>
    <w:basedOn w:val="TableNormal"/>
    <w:uiPriority w:val="99"/>
    <w:rsid w:val="002472D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</TotalTime>
  <Pages>1</Pages>
  <Words>168</Words>
  <Characters>960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5</cp:revision>
  <cp:lastPrinted>2015-01-30T14:22:00Z</cp:lastPrinted>
  <dcterms:created xsi:type="dcterms:W3CDTF">2014-08-26T06:09:00Z</dcterms:created>
  <dcterms:modified xsi:type="dcterms:W3CDTF">2015-01-30T14:22:00Z</dcterms:modified>
</cp:coreProperties>
</file>